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6C274A0B" w:rsidR="00454CDE" w:rsidRPr="00713EC9" w:rsidRDefault="00787FE6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1FD4308" w:rsidR="00454CDE" w:rsidRPr="00787FE6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787FE6">
        <w:rPr>
          <w:b/>
          <w:lang w:val="bg-BG"/>
        </w:rPr>
        <w:t>№</w:t>
      </w:r>
      <w:r w:rsidR="00787FE6" w:rsidRPr="00787FE6">
        <w:rPr>
          <w:b/>
          <w:lang w:val="bg-BG"/>
        </w:rPr>
        <w:t>ПО-09-3149-3</w:t>
      </w:r>
    </w:p>
    <w:p w14:paraId="3795E67F" w14:textId="20CCA9B2" w:rsidR="00454CDE" w:rsidRPr="00787FE6" w:rsidRDefault="00454CDE" w:rsidP="00BE4052">
      <w:pPr>
        <w:ind w:left="2880" w:firstLine="720"/>
        <w:rPr>
          <w:b/>
          <w:lang w:val="bg-BG"/>
        </w:rPr>
      </w:pPr>
      <w:r w:rsidRPr="00787FE6">
        <w:rPr>
          <w:b/>
          <w:lang w:val="bg-BG"/>
        </w:rPr>
        <w:t>София,</w:t>
      </w:r>
      <w:r w:rsidR="00787FE6" w:rsidRPr="00787FE6">
        <w:rPr>
          <w:b/>
          <w:lang w:val="bg-BG"/>
        </w:rPr>
        <w:t>27.09.</w:t>
      </w:r>
      <w:r w:rsidR="0023186B" w:rsidRPr="00787FE6">
        <w:rPr>
          <w:b/>
          <w:lang w:val="bg-BG"/>
        </w:rPr>
        <w:t>20</w:t>
      </w:r>
      <w:r w:rsidR="005A5B96" w:rsidRPr="00787FE6">
        <w:rPr>
          <w:b/>
          <w:lang w:val="bg-BG"/>
        </w:rPr>
        <w:t>2</w:t>
      </w:r>
      <w:r w:rsidR="00CC444F" w:rsidRPr="00787FE6">
        <w:rPr>
          <w:b/>
          <w:lang w:val="bg-BG"/>
        </w:rPr>
        <w:t>2</w:t>
      </w:r>
      <w:r w:rsidR="0023186B" w:rsidRPr="00787FE6">
        <w:rPr>
          <w:b/>
          <w:lang w:val="bg-BG"/>
        </w:rPr>
        <w:t>г.</w:t>
      </w:r>
      <w:r w:rsidR="006727E9" w:rsidRPr="00787FE6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31639020" w14:textId="6C749567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4E23C0">
        <w:rPr>
          <w:b/>
          <w:sz w:val="26"/>
          <w:szCs w:val="26"/>
          <w:lang w:val="bg-BG"/>
        </w:rPr>
        <w:t>3149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14A3F101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4E23C0">
        <w:rPr>
          <w:b/>
          <w:lang w:val="bg-BG"/>
        </w:rPr>
        <w:t>Бракьовци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4E23C0">
        <w:rPr>
          <w:b/>
          <w:lang w:val="bg-BG"/>
        </w:rPr>
        <w:t>06050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C013D8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C013D8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C013D8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836F47" w:rsidRPr="005446F8" w14:paraId="1CA6E0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0C93" w14:textId="3CE90B8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596B" w14:textId="536B4F7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14A6" w14:textId="21E23D4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CF51" w14:textId="6897C80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13F2" w14:textId="56D589B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E343" w14:textId="5911DFE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6.844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4B99" w14:textId="1DC70B9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280.60</w:t>
            </w:r>
          </w:p>
        </w:tc>
      </w:tr>
      <w:tr w:rsidR="00836F47" w:rsidRPr="005446F8" w14:paraId="3F58074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7813761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1DA5537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6A7F448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2F75FD5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0AF532B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257169D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3B5ACCD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1386F03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5C85A35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0DD8102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34F18AC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3166CF5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6AD0DCF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3EA8BFB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4B134E1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786C8AC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02DE40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0B92823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3FBD9B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7517FAC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0E9A5A5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5289683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7C6FFC4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138.83</w:t>
            </w:r>
          </w:p>
        </w:tc>
      </w:tr>
      <w:tr w:rsidR="00836F47" w:rsidRPr="005446F8" w14:paraId="0101A33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6F2E9BD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6A1C815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629B779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0146EB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F32A07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62A8C24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B47202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3A1B4FD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18B2BD2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C0FBD6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22E16F1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3D6FD20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05D96B1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107.63</w:t>
            </w:r>
          </w:p>
        </w:tc>
      </w:tr>
      <w:tr w:rsidR="00836F47" w:rsidRPr="005446F8" w14:paraId="4E63588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00EE1BF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49B4691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2930695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414595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6FBEA8B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157CCC8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1281B80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77C8AC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2593B4D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2E8CE58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6E4F6FC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7880BE9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7E1BE2B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</w:tr>
      <w:tr w:rsidR="00836F47" w:rsidRPr="005446F8" w14:paraId="019F1F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0ED68F0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5839F10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41E1AD6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9C64A4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716B751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5BAF5C0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B7752C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1F456DC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171C0A9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29CF0E4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0764C32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3FA013A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2664DF2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7ED4023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1908B9F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782340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7B1DB42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3D94D32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11760FD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94A37D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1898E67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671B2CF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2FA1A3F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5A8B94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2F4D2EA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3F03F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1639638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32ACF1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C59608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62045C6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25B669C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1A8BB8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2FB8228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lastRenderedPageBreak/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46111C5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977F44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29E3A2C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00A90CA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0DEE0E5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2326433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B2D569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1CE9B69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4D0DAA9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6079BD2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19A16A5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2055915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0DB5521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001BA2B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836F47" w:rsidRPr="005446F8" w14:paraId="5A3855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3F3CFB5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2183752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4B31352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39D0DB8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1C83AD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44.03</w:t>
            </w:r>
          </w:p>
        </w:tc>
      </w:tr>
      <w:tr w:rsidR="00836F47" w:rsidRPr="005446F8" w14:paraId="42312AE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02B25BA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0F737B2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5C492ED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7E96AF2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75C9EB6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</w:tr>
      <w:tr w:rsidR="00836F47" w:rsidRPr="005446F8" w14:paraId="0A32138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5E584A2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7C21602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2772BBE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79F004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4A590BE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423D725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7DD07C4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321D7EE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29D9A31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1D519AE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5EB0F7B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461D341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06E3BBB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41EEF2C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3322324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371B914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963A70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2F0A8CA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42C1F05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252D995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65EC123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452635D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55FF7B3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6AD9964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615F60E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2314C19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40C857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087F3B2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6E54025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7E9C14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DA9AC1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</w:tr>
      <w:tr w:rsidR="00836F47" w:rsidRPr="005446F8" w14:paraId="01A059A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013CF27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1A2F54F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24DC54D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33B0774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13DD41A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</w:tr>
      <w:tr w:rsidR="00836F47" w:rsidRPr="005446F8" w14:paraId="5F613BF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2A2BF40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733E732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3DD4418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12E2834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6D30D3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38.29</w:t>
            </w:r>
          </w:p>
        </w:tc>
      </w:tr>
      <w:tr w:rsidR="00836F47" w:rsidRPr="005446F8" w14:paraId="0356422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39AEC95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016E66E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036E2EB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35020B6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2A7D32B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</w:tr>
      <w:tr w:rsidR="00836F47" w:rsidRPr="005446F8" w14:paraId="1151F0E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20106AE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30E28AE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DF8AE9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484E4B5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1B2CCDA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76B50FD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50340A9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7EADAD5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67E0915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2D33A3A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311ACFC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732DC1B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08D1C98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71EC144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77054F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6CA109E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79051D1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5439A3B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424B864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426F2D4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76D980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2701498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0228DE3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666ABB2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279B19A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04338B3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486F656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4E693D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3938AD9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4686B77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7FF4831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7492571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2D24076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5A3D434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B4BB9F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524E037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CE9041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197857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2DEABE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232AF0A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415F3D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DC5CF4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28AEAB5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4FF017E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28.69</w:t>
            </w:r>
          </w:p>
        </w:tc>
      </w:tr>
      <w:tr w:rsidR="00836F47" w:rsidRPr="005446F8" w14:paraId="6725428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48D0BC1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0ACCEF1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2FDF1D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1332C74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00CEC6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528CDB8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4904A72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5A93066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1E14AFD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1AAB716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55387E0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A3F9B5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3E2B28A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18C3888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20587DA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</w:tr>
      <w:tr w:rsidR="00836F47" w:rsidRPr="005446F8" w14:paraId="5FEB001E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7DDA344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37139CB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72E493F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0689E36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0670297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17F3A64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793EC8C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20.46</w:t>
            </w:r>
          </w:p>
        </w:tc>
      </w:tr>
      <w:tr w:rsidR="00836F47" w:rsidRPr="005446F8" w14:paraId="159C7261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78A99C6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1DE3513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34AFDE2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59E9A3C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733DED6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65.68</w:t>
            </w:r>
          </w:p>
        </w:tc>
      </w:tr>
      <w:tr w:rsidR="00836F47" w:rsidRPr="005446F8" w14:paraId="4019A79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29CA556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523B0BF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0C5144A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6ABA68B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3E47ABE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5E9A58D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62500CF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49.02</w:t>
            </w:r>
          </w:p>
        </w:tc>
      </w:tr>
      <w:tr w:rsidR="00836F47" w:rsidRPr="005446F8" w14:paraId="6B64E7F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340E7B8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2AA4F5E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57A8A4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19181DE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0247F56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450F980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213D3B1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3271647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4D3F619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139076D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282BCF6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33C160B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04FC1458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0874D42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50091B9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30B3116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1CA8175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7794035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0450732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1D5D62B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1A53F81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0251E1E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693DC8E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10660A97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22A133B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1D49CB8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3311979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44F05E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12DFC0A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6F14FAA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4AEC877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757669B0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5474C95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1F5CBBC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439CFC2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7882B18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48E21CF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</w:tr>
      <w:tr w:rsidR="00836F47" w:rsidRPr="005446F8" w14:paraId="323477F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257E89D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027B1A4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47ACFF5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52CBD69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27D364C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3FBF455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48D8C9B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A1A314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70F43B9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649FF14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66F89C7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6A967ED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2A8D6F4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</w:tr>
      <w:tr w:rsidR="00836F47" w:rsidRPr="005446F8" w14:paraId="1244178C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0EF3AB5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35014F0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0E415CE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7C965EA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2FB9870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</w:tr>
      <w:tr w:rsidR="00836F47" w:rsidRPr="005446F8" w14:paraId="530EA4B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7B7EF70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50D7CAA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0186D72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2CF9465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5D71F11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0CA2D27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31EDD8C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4FC9104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720B66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lastRenderedPageBreak/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3A55B5E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0531411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4D9B73E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3A9340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6CA96BA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283282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0EBC064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FB9A57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700D32B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7E50550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6D1810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4560C0E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2BD5069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266B33F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30.67</w:t>
            </w:r>
          </w:p>
        </w:tc>
      </w:tr>
      <w:tr w:rsidR="00836F47" w:rsidRPr="005446F8" w14:paraId="4130F363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79B635E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5E3F5D5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3FEE00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288398F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4CB9CB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564268C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4BAD668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13EE548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5B90B4D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597780C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5893AA0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33EFC68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74366CF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24A54A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42B4942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571501DD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10A03B6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ВЕРОНИКА ДАНАИЛОВА ПЪРВАНОВА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6E12C84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1998BE1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5A9812F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171CCB4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40.04</w:t>
            </w:r>
          </w:p>
        </w:tc>
      </w:tr>
      <w:tr w:rsidR="00836F47" w:rsidRPr="005446F8" w14:paraId="2E1AD068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46B0119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238FAC83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6B9F34F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38.301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4FCDC1C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55C04F5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30.324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4DB05B1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1243.30</w:t>
            </w:r>
          </w:p>
        </w:tc>
      </w:tr>
      <w:tr w:rsidR="00836F47" w:rsidRPr="005446F8" w14:paraId="1A8955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01A3CB8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ГЕОРГИ СТЕФАНОВ ТОДОРОВ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03C33CF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450BC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1683905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74071B3C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4FACBF0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12904E6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</w:tr>
      <w:tr w:rsidR="00836F47" w:rsidRPr="005446F8" w14:paraId="4573D9D5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0DADBC7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ГЕОРГИ СТЕФАНОВ ТОДОРОВ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5D2474C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5A9FE12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428EB67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4D600C09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2569229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65FC9190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6F47" w:rsidRPr="005446F8" w14:paraId="5847453A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7F9FC3E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ГЕОРГИ СТЕФАНОВ ТОДОРОВ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4C4EC5A4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05010CC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145507B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D15B8E5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</w:tr>
      <w:tr w:rsidR="00836F47" w:rsidRPr="005446F8" w14:paraId="41D1367B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6562F29F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434A653B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200297E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42DA1452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1E8A401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1.825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38C9EE5A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5B7">
              <w:rPr>
                <w:rFonts w:ascii="Arial" w:hAnsi="Arial" w:cs="Arial"/>
                <w:b/>
                <w:bCs/>
                <w:sz w:val="18"/>
                <w:szCs w:val="18"/>
              </w:rPr>
              <w:t>74.83</w:t>
            </w:r>
          </w:p>
        </w:tc>
      </w:tr>
      <w:tr w:rsidR="00836F47" w:rsidRPr="005446F8" w14:paraId="6EA39E14" w14:textId="77777777" w:rsidTr="00F65D5E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06060FBE" w:rsidR="00836F47" w:rsidRPr="00836F47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36F47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10FDC40D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77777777" w:rsidR="00836F47" w:rsidRPr="005446F8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7118DBA6" w:rsidR="00836F47" w:rsidRPr="00836F47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36F47">
              <w:rPr>
                <w:rFonts w:ascii="Arial" w:hAnsi="Arial" w:cs="Arial"/>
                <w:b/>
                <w:sz w:val="22"/>
                <w:szCs w:val="22"/>
                <w:lang w:val="bg-BG"/>
              </w:rPr>
              <w:t>39,171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849C456" w:rsidR="00836F47" w:rsidRPr="00836F47" w:rsidRDefault="00836F47" w:rsidP="00836F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3178826F" w:rsidR="00836F47" w:rsidRPr="00836F47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>32,149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1DC74258" w:rsidR="00836F47" w:rsidRPr="00836F47" w:rsidRDefault="00836F47" w:rsidP="00836F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>1318,13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D3FF899" w14:textId="6A30B738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73E133A8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4E23C0">
        <w:rPr>
          <w:lang w:val="bg-BG"/>
        </w:rPr>
        <w:t>Бракьовци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71BE804C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787FE6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D530652" w14:textId="77777777" w:rsidR="00D14824" w:rsidRPr="00C07B3D" w:rsidRDefault="00D14824" w:rsidP="00D14824">
      <w:pPr>
        <w:ind w:firstLine="720"/>
        <w:jc w:val="both"/>
        <w:rPr>
          <w:b/>
          <w:lang w:val="bg-BG"/>
        </w:rPr>
      </w:pPr>
      <w:bookmarkStart w:id="6" w:name="_GoBack"/>
      <w:bookmarkEnd w:id="6"/>
      <w:r w:rsidRPr="00C07B3D">
        <w:rPr>
          <w:b/>
          <w:lang w:val="bg-BG"/>
        </w:rPr>
        <w:t>/П/</w:t>
      </w:r>
    </w:p>
    <w:p w14:paraId="78F9A727" w14:textId="2A36732A" w:rsidR="002213A1" w:rsidRDefault="002213A1" w:rsidP="002213A1">
      <w:pPr>
        <w:ind w:firstLine="709"/>
        <w:jc w:val="both"/>
        <w:rPr>
          <w:u w:val="single"/>
          <w:lang w:val="bg-BG"/>
        </w:rPr>
      </w:pPr>
    </w:p>
    <w:p w14:paraId="05ECE2E2" w14:textId="77777777" w:rsidR="00787FE6" w:rsidRPr="00CE78CA" w:rsidRDefault="00787FE6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2F0E1B0" w14:textId="77777777" w:rsidR="002213A1" w:rsidRPr="00CE78CA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4D7C9" w14:textId="77777777" w:rsidR="009E07F9" w:rsidRDefault="009E07F9">
      <w:r>
        <w:separator/>
      </w:r>
    </w:p>
  </w:endnote>
  <w:endnote w:type="continuationSeparator" w:id="0">
    <w:p w14:paraId="4124F1E3" w14:textId="77777777" w:rsidR="009E07F9" w:rsidRDefault="009E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73762" w:rsidRDefault="0037376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73762" w:rsidRDefault="0037376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1463C406" w:rsidR="00C2594B" w:rsidRDefault="00C259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824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/3</w:t>
        </w:r>
      </w:p>
    </w:sdtContent>
  </w:sdt>
  <w:p w14:paraId="0DF700C8" w14:textId="77777777" w:rsidR="00373762" w:rsidRPr="00835BBA" w:rsidRDefault="0037376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08E7AD39" w:rsidR="00373762" w:rsidRPr="00004F45" w:rsidRDefault="00373762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4D577" w14:textId="77777777" w:rsidR="009E07F9" w:rsidRDefault="009E07F9">
      <w:r>
        <w:separator/>
      </w:r>
    </w:p>
  </w:footnote>
  <w:footnote w:type="continuationSeparator" w:id="0">
    <w:p w14:paraId="5E0F5419" w14:textId="77777777" w:rsidR="009E07F9" w:rsidRDefault="009E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73762" w:rsidRPr="005B69F7" w:rsidRDefault="0037376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3762" w:rsidRPr="005B69F7" w:rsidRDefault="0037376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3762" w:rsidRPr="0023186B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3762" w:rsidRPr="00983B22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3762" w:rsidRPr="00983B22" w:rsidRDefault="0037376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519D"/>
    <w:rsid w:val="000B05B1"/>
    <w:rsid w:val="000B08A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23C0"/>
    <w:rsid w:val="004E31E0"/>
    <w:rsid w:val="004E5FF6"/>
    <w:rsid w:val="004F5882"/>
    <w:rsid w:val="004F625A"/>
    <w:rsid w:val="004F765C"/>
    <w:rsid w:val="00505A7C"/>
    <w:rsid w:val="00507FA8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245BC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87FE6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6F47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941CC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07F9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14824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50E60-A148-4EAA-9B7F-6242DB2D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9</cp:revision>
  <cp:lastPrinted>2022-09-28T07:20:00Z</cp:lastPrinted>
  <dcterms:created xsi:type="dcterms:W3CDTF">2022-09-26T08:20:00Z</dcterms:created>
  <dcterms:modified xsi:type="dcterms:W3CDTF">2022-09-28T07:23:00Z</dcterms:modified>
</cp:coreProperties>
</file>